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7C931" w14:textId="7DF21225" w:rsidR="00FD7E29" w:rsidRPr="00BA37ED" w:rsidRDefault="00FD7E29" w:rsidP="00A1743D">
      <w:pPr>
        <w:pStyle w:val="a3"/>
        <w:ind w:firstLineChars="700" w:firstLine="2352"/>
        <w:rPr>
          <w:rFonts w:ascii="ＭＳ ゴシック" w:eastAsia="ＭＳ ゴシック" w:hAnsi="ＭＳ ゴシック" w:cs="Times New Roman"/>
          <w:spacing w:val="8"/>
          <w:sz w:val="32"/>
          <w:szCs w:val="32"/>
        </w:rPr>
      </w:pPr>
      <w:r w:rsidRPr="00BA37ED">
        <w:rPr>
          <w:rFonts w:ascii="ＭＳ ゴシック" w:eastAsia="ＭＳ ゴシック" w:hAnsi="ＭＳ ゴシック" w:hint="eastAsia"/>
          <w:spacing w:val="8"/>
          <w:sz w:val="32"/>
          <w:szCs w:val="32"/>
        </w:rPr>
        <w:t>第</w:t>
      </w:r>
      <w:r w:rsidR="00BA37ED">
        <w:rPr>
          <w:rFonts w:ascii="ＭＳ ゴシック" w:eastAsia="ＭＳ ゴシック" w:hAnsi="ＭＳ ゴシック" w:cs="Times New Roman" w:hint="eastAsia"/>
          <w:spacing w:val="8"/>
          <w:sz w:val="32"/>
          <w:szCs w:val="32"/>
        </w:rPr>
        <w:t>３</w:t>
      </w:r>
      <w:r w:rsidR="00E10AF1">
        <w:rPr>
          <w:rFonts w:ascii="ＭＳ ゴシック" w:eastAsia="ＭＳ ゴシック" w:hAnsi="ＭＳ ゴシック" w:cs="Times New Roman" w:hint="eastAsia"/>
          <w:spacing w:val="8"/>
          <w:sz w:val="32"/>
          <w:szCs w:val="32"/>
        </w:rPr>
        <w:t>９</w:t>
      </w:r>
      <w:r w:rsidRPr="00BA37ED">
        <w:rPr>
          <w:rFonts w:ascii="ＭＳ ゴシック" w:eastAsia="ＭＳ ゴシック" w:hAnsi="ＭＳ ゴシック" w:hint="eastAsia"/>
          <w:spacing w:val="8"/>
          <w:sz w:val="32"/>
          <w:szCs w:val="32"/>
        </w:rPr>
        <w:t>回草刈杯争奪卓球大会</w:t>
      </w:r>
    </w:p>
    <w:p w14:paraId="573E348A" w14:textId="77777777" w:rsidR="00BA37ED" w:rsidRPr="00BA37ED" w:rsidRDefault="00B80A55" w:rsidP="00BA37ED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HG丸ｺﾞｼｯｸM-PRO"/>
          <w:spacing w:val="10"/>
          <w:kern w:val="0"/>
          <w:sz w:val="32"/>
          <w:szCs w:val="32"/>
        </w:rPr>
      </w:pPr>
      <w:r w:rsidRPr="00BA37ED">
        <w:rPr>
          <w:rFonts w:ascii="ＭＳ ゴシック" w:eastAsia="ＭＳ ゴシック" w:hAnsi="ＭＳ ゴシック" w:cs="HG丸ｺﾞｼｯｸM-PRO" w:hint="eastAsia"/>
          <w:spacing w:val="10"/>
          <w:kern w:val="0"/>
          <w:sz w:val="32"/>
          <w:szCs w:val="32"/>
        </w:rPr>
        <w:t xml:space="preserve">　</w:t>
      </w:r>
      <w:r w:rsidR="00FD7E29" w:rsidRPr="00BA37ED">
        <w:rPr>
          <w:rFonts w:ascii="ＭＳ ゴシック" w:eastAsia="ＭＳ ゴシック" w:hAnsi="ＭＳ ゴシック" w:cs="HG丸ｺﾞｼｯｸM-PRO" w:hint="eastAsia"/>
          <w:spacing w:val="10"/>
          <w:kern w:val="0"/>
          <w:sz w:val="32"/>
          <w:szCs w:val="32"/>
        </w:rPr>
        <w:t>参加申込書</w:t>
      </w:r>
    </w:p>
    <w:p w14:paraId="087286E0" w14:textId="77777777" w:rsidR="00FD7E29" w:rsidRPr="008E30C0" w:rsidRDefault="00FD7E29" w:rsidP="00B82C89">
      <w:pPr>
        <w:wordWrap w:val="0"/>
        <w:autoSpaceDE w:val="0"/>
        <w:autoSpaceDN w:val="0"/>
        <w:adjustRightInd w:val="0"/>
        <w:spacing w:line="323" w:lineRule="exact"/>
        <w:ind w:firstLineChars="1900" w:firstLine="4294"/>
        <w:rPr>
          <w:rFonts w:ascii="ＭＳ ゴシック" w:eastAsia="ＭＳ ゴシック" w:hAnsi="ＭＳ ゴシック" w:cs="ＭＳ 明朝"/>
          <w:kern w:val="0"/>
          <w:szCs w:val="21"/>
        </w:rPr>
      </w:pPr>
      <w:r w:rsidRPr="008E30C0">
        <w:rPr>
          <w:rFonts w:ascii="ＭＳ ゴシック" w:eastAsia="ＭＳ ゴシック" w:hAnsi="ＭＳ ゴシック" w:cs="HG丸ｺﾞｼｯｸM-PRO" w:hint="eastAsia"/>
          <w:spacing w:val="8"/>
          <w:kern w:val="0"/>
          <w:szCs w:val="21"/>
        </w:rPr>
        <w:t>団体名</w:t>
      </w:r>
      <w:r w:rsidR="00B82C89">
        <w:rPr>
          <w:rFonts w:ascii="ＭＳ ゴシック" w:eastAsia="ＭＳ ゴシック" w:hAnsi="ＭＳ ゴシック" w:cs="HG丸ｺﾞｼｯｸM-PRO" w:hint="eastAsia"/>
          <w:spacing w:val="8"/>
          <w:kern w:val="0"/>
          <w:szCs w:val="21"/>
        </w:rPr>
        <w:t xml:space="preserve">　</w:t>
      </w:r>
    </w:p>
    <w:p w14:paraId="2CACF2B4" w14:textId="77777777" w:rsidR="00FD7E29" w:rsidRPr="008E30C0" w:rsidRDefault="002511C8" w:rsidP="00FD7E29">
      <w:pPr>
        <w:wordWrap w:val="0"/>
        <w:autoSpaceDE w:val="0"/>
        <w:autoSpaceDN w:val="0"/>
        <w:adjustRightInd w:val="0"/>
        <w:spacing w:line="323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8E30C0">
        <w:rPr>
          <w:rFonts w:ascii="ＭＳ ゴシック" w:eastAsia="ＭＳ ゴシック" w:hAnsi="ＭＳ ゴシック" w:cs="ＭＳ 明朝"/>
          <w:noProof/>
          <w:spacing w:val="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DC78E84" wp14:editId="2BB32B35">
                <wp:simplePos x="0" y="0"/>
                <wp:positionH relativeFrom="column">
                  <wp:posOffset>2665730</wp:posOffset>
                </wp:positionH>
                <wp:positionV relativeFrom="paragraph">
                  <wp:posOffset>125095</wp:posOffset>
                </wp:positionV>
                <wp:extent cx="3450590" cy="0"/>
                <wp:effectExtent l="9525" t="6350" r="6985" b="1270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505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B1FC3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pt,9.85pt" to="481.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XBYGg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" o:allowincell="f" strokeweight=".5pt"/>
            </w:pict>
          </mc:Fallback>
        </mc:AlternateContent>
      </w:r>
    </w:p>
    <w:p w14:paraId="01E7A721" w14:textId="77777777" w:rsidR="00FD7E29" w:rsidRPr="008E30C0" w:rsidRDefault="00FD7E29" w:rsidP="00FD7E29">
      <w:pPr>
        <w:wordWrap w:val="0"/>
        <w:autoSpaceDE w:val="0"/>
        <w:autoSpaceDN w:val="0"/>
        <w:adjustRightInd w:val="0"/>
        <w:spacing w:line="158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2F035842" w14:textId="77777777" w:rsidR="00B927F9" w:rsidRPr="008E30C0" w:rsidRDefault="00FD7E29" w:rsidP="00B82C89">
      <w:pPr>
        <w:wordWrap w:val="0"/>
        <w:autoSpaceDE w:val="0"/>
        <w:autoSpaceDN w:val="0"/>
        <w:adjustRightInd w:val="0"/>
        <w:spacing w:line="323" w:lineRule="exact"/>
        <w:ind w:firstLineChars="1900" w:firstLine="4294"/>
        <w:rPr>
          <w:rFonts w:ascii="ＭＳ ゴシック" w:eastAsia="ＭＳ ゴシック" w:hAnsi="ＭＳ ゴシック" w:cs="ＭＳ 明朝"/>
          <w:spacing w:val="6"/>
          <w:kern w:val="0"/>
          <w:szCs w:val="21"/>
        </w:rPr>
      </w:pPr>
      <w:r w:rsidRPr="008E30C0">
        <w:rPr>
          <w:rFonts w:ascii="ＭＳ ゴシック" w:eastAsia="ＭＳ ゴシック" w:hAnsi="ＭＳ ゴシック" w:cs="ＭＳ 明朝" w:hint="eastAsia"/>
          <w:spacing w:val="8"/>
          <w:kern w:val="0"/>
          <w:szCs w:val="21"/>
        </w:rPr>
        <w:t>申込み責任者</w:t>
      </w:r>
      <w:r w:rsidR="00B82C89">
        <w:rPr>
          <w:rFonts w:ascii="ＭＳ ゴシック" w:eastAsia="ＭＳ ゴシック" w:hAnsi="ＭＳ ゴシック" w:cs="ＭＳ 明朝" w:hint="eastAsia"/>
          <w:spacing w:val="8"/>
          <w:kern w:val="0"/>
          <w:szCs w:val="21"/>
        </w:rPr>
        <w:t xml:space="preserve">　　</w:t>
      </w:r>
    </w:p>
    <w:p w14:paraId="2E5DA975" w14:textId="77777777" w:rsidR="008E30C0" w:rsidRDefault="002511C8" w:rsidP="008E30C0">
      <w:pPr>
        <w:wordWrap w:val="0"/>
        <w:autoSpaceDE w:val="0"/>
        <w:autoSpaceDN w:val="0"/>
        <w:adjustRightInd w:val="0"/>
        <w:spacing w:line="323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/>
          <w:noProof/>
          <w:spacing w:val="6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38D4E26" wp14:editId="2EFBBCA1">
                <wp:simplePos x="0" y="0"/>
                <wp:positionH relativeFrom="column">
                  <wp:posOffset>2665730</wp:posOffset>
                </wp:positionH>
                <wp:positionV relativeFrom="paragraph">
                  <wp:posOffset>125095</wp:posOffset>
                </wp:positionV>
                <wp:extent cx="3450590" cy="0"/>
                <wp:effectExtent l="9525" t="12065" r="6985" b="698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505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1EF26" id="Line 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pt,9.85pt" to="481.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" o:allowincell="f" strokeweight=".5pt"/>
            </w:pict>
          </mc:Fallback>
        </mc:AlternateContent>
      </w:r>
    </w:p>
    <w:p w14:paraId="5A3AB0F0" w14:textId="77777777" w:rsidR="008E30C0" w:rsidRDefault="003C7AEA" w:rsidP="008E30C0">
      <w:pPr>
        <w:wordWrap w:val="0"/>
        <w:autoSpaceDE w:val="0"/>
        <w:autoSpaceDN w:val="0"/>
        <w:adjustRightInd w:val="0"/>
        <w:spacing w:line="323" w:lineRule="exact"/>
        <w:rPr>
          <w:rFonts w:ascii="ＭＳ ゴシック" w:eastAsia="ＭＳ ゴシック" w:hAnsi="ＭＳ ゴシック" w:cs="ＭＳ 明朝"/>
          <w:spacing w:val="8"/>
          <w:w w:val="80"/>
          <w:kern w:val="0"/>
          <w:sz w:val="22"/>
        </w:rPr>
      </w:pPr>
      <w:r>
        <w:rPr>
          <w:rFonts w:ascii="ＭＳ ゴシック" w:eastAsia="ＭＳ ゴシック" w:hAnsi="ＭＳ ゴシック" w:cs="ＭＳ 明朝" w:hint="eastAsia"/>
          <w:spacing w:val="8"/>
          <w:kern w:val="0"/>
          <w:sz w:val="28"/>
          <w:szCs w:val="28"/>
        </w:rPr>
        <w:t>種別</w:t>
      </w:r>
      <w:r w:rsidRPr="003C7AEA">
        <w:rPr>
          <w:rFonts w:ascii="ＭＳ ゴシック" w:eastAsia="ＭＳ ゴシック" w:hAnsi="ＭＳ ゴシック" w:cs="ＭＳ 明朝" w:hint="eastAsia"/>
          <w:spacing w:val="8"/>
          <w:w w:val="80"/>
          <w:kern w:val="0"/>
          <w:sz w:val="22"/>
        </w:rPr>
        <w:t>（○で囲ってください</w:t>
      </w:r>
      <w:r>
        <w:rPr>
          <w:rFonts w:ascii="ＭＳ ゴシック" w:eastAsia="ＭＳ ゴシック" w:hAnsi="ＭＳ ゴシック" w:cs="ＭＳ 明朝" w:hint="eastAsia"/>
          <w:spacing w:val="8"/>
          <w:w w:val="80"/>
          <w:kern w:val="0"/>
          <w:sz w:val="22"/>
        </w:rPr>
        <w:t xml:space="preserve">）　</w:t>
      </w:r>
    </w:p>
    <w:p w14:paraId="18A2D350" w14:textId="77777777" w:rsidR="008E30C0" w:rsidRPr="00B86020" w:rsidRDefault="008E30C0" w:rsidP="00B86020">
      <w:pPr>
        <w:wordWrap w:val="0"/>
        <w:autoSpaceDE w:val="0"/>
        <w:autoSpaceDN w:val="0"/>
        <w:adjustRightInd w:val="0"/>
        <w:spacing w:line="323" w:lineRule="exact"/>
        <w:rPr>
          <w:rFonts w:ascii="ＭＳ ゴシック" w:eastAsia="ＭＳ ゴシック" w:hAnsi="ＭＳ ゴシック"/>
          <w:spacing w:val="3"/>
          <w:kern w:val="0"/>
          <w:sz w:val="22"/>
        </w:rPr>
      </w:pPr>
    </w:p>
    <w:p w14:paraId="39915BA9" w14:textId="77777777" w:rsidR="003C7AEA" w:rsidRPr="00BA37ED" w:rsidRDefault="00E90465" w:rsidP="00B86020">
      <w:pPr>
        <w:wordWrap w:val="0"/>
        <w:autoSpaceDE w:val="0"/>
        <w:autoSpaceDN w:val="0"/>
        <w:adjustRightInd w:val="0"/>
        <w:spacing w:line="323" w:lineRule="exact"/>
        <w:rPr>
          <w:rFonts w:ascii="ＭＳ ゴシック" w:eastAsia="ＭＳ ゴシック" w:hAnsi="ＭＳ ゴシック"/>
          <w:spacing w:val="3"/>
          <w:kern w:val="0"/>
          <w:sz w:val="22"/>
        </w:rPr>
      </w:pPr>
      <w:r>
        <w:rPr>
          <w:rFonts w:ascii="ＭＳ ゴシック" w:eastAsia="ＭＳ ゴシック" w:hAnsi="ＭＳ ゴシック" w:hint="eastAsia"/>
          <w:spacing w:val="3"/>
          <w:kern w:val="0"/>
          <w:sz w:val="22"/>
        </w:rPr>
        <w:t>小学シングルス・中学</w:t>
      </w:r>
      <w:r w:rsidR="00C73E0D" w:rsidRPr="00BA37ED">
        <w:rPr>
          <w:rFonts w:ascii="ＭＳ ゴシック" w:eastAsia="ＭＳ ゴシック" w:hAnsi="ＭＳ ゴシック" w:hint="eastAsia"/>
          <w:spacing w:val="3"/>
          <w:kern w:val="0"/>
          <w:sz w:val="22"/>
        </w:rPr>
        <w:t>シングルス</w:t>
      </w:r>
      <w:r>
        <w:rPr>
          <w:rFonts w:ascii="ＭＳ ゴシック" w:eastAsia="ＭＳ ゴシック" w:hAnsi="ＭＳ ゴシック" w:hint="eastAsia"/>
          <w:spacing w:val="3"/>
          <w:kern w:val="0"/>
          <w:sz w:val="22"/>
        </w:rPr>
        <w:t>・高校シングルス・一般シングルス・</w:t>
      </w:r>
      <w:r w:rsidR="00BA37ED" w:rsidRPr="00BA37ED">
        <w:rPr>
          <w:rFonts w:ascii="ＭＳ ゴシック" w:eastAsia="ＭＳ ゴシック" w:hAnsi="ＭＳ ゴシック" w:hint="eastAsia"/>
          <w:spacing w:val="3"/>
          <w:kern w:val="0"/>
          <w:sz w:val="22"/>
        </w:rPr>
        <w:t>一般ラージ</w:t>
      </w:r>
      <w:r w:rsidR="00C73E0D" w:rsidRPr="00BA37ED">
        <w:rPr>
          <w:rFonts w:ascii="ＭＳ ゴシック" w:eastAsia="ＭＳ ゴシック" w:hAnsi="ＭＳ ゴシック" w:hint="eastAsia"/>
          <w:spacing w:val="3"/>
          <w:kern w:val="0"/>
          <w:sz w:val="22"/>
        </w:rPr>
        <w:t>シングルス</w:t>
      </w:r>
    </w:p>
    <w:p w14:paraId="187633B2" w14:textId="77777777" w:rsidR="008E30C0" w:rsidRPr="00B86020" w:rsidRDefault="008E30C0" w:rsidP="008E30C0">
      <w:pPr>
        <w:wordWrap w:val="0"/>
        <w:autoSpaceDE w:val="0"/>
        <w:autoSpaceDN w:val="0"/>
        <w:adjustRightInd w:val="0"/>
        <w:spacing w:line="323" w:lineRule="exact"/>
        <w:ind w:firstLineChars="200" w:firstLine="504"/>
        <w:rPr>
          <w:rFonts w:ascii="ＭＳ ゴシック" w:eastAsia="ＭＳ ゴシック" w:hAnsi="ＭＳ ゴシック" w:cs="ＭＳ 明朝"/>
          <w:spacing w:val="6"/>
          <w:kern w:val="0"/>
          <w:sz w:val="24"/>
          <w:szCs w:val="24"/>
        </w:rPr>
      </w:pPr>
    </w:p>
    <w:p w14:paraId="09A9EA37" w14:textId="77777777" w:rsidR="00B927F9" w:rsidRPr="00B927F9" w:rsidRDefault="00B927F9" w:rsidP="003C7AEA">
      <w:pPr>
        <w:wordWrap w:val="0"/>
        <w:autoSpaceDE w:val="0"/>
        <w:autoSpaceDN w:val="0"/>
        <w:adjustRightInd w:val="0"/>
        <w:spacing w:line="323" w:lineRule="exact"/>
        <w:rPr>
          <w:rFonts w:ascii="ＭＳ ゴシック" w:eastAsia="ＭＳ ゴシック" w:hAnsi="ＭＳ ゴシック" w:cs="ＭＳ 明朝"/>
          <w:b/>
          <w:kern w:val="0"/>
          <w:szCs w:val="21"/>
        </w:rPr>
      </w:pPr>
      <w:r w:rsidRPr="00B927F9">
        <w:rPr>
          <w:rFonts w:ascii="ＭＳ ゴシック" w:eastAsia="ＭＳ ゴシック" w:hAnsi="ＭＳ ゴシック" w:cs="ＭＳ 明朝" w:hint="eastAsia"/>
          <w:b/>
          <w:kern w:val="0"/>
          <w:szCs w:val="21"/>
        </w:rPr>
        <w:t>☆</w:t>
      </w:r>
      <w:r>
        <w:rPr>
          <w:rFonts w:ascii="ＭＳ ゴシック" w:eastAsia="ＭＳ ゴシック" w:hAnsi="ＭＳ ゴシック" w:cs="ＭＳ 明朝" w:hint="eastAsia"/>
          <w:b/>
          <w:kern w:val="0"/>
          <w:szCs w:val="21"/>
        </w:rPr>
        <w:t>選手は</w:t>
      </w:r>
      <w:r w:rsidRPr="00B927F9">
        <w:rPr>
          <w:rFonts w:ascii="ＭＳ ゴシック" w:eastAsia="ＭＳ ゴシック" w:hAnsi="ＭＳ ゴシック" w:cs="ＭＳ 明朝" w:hint="eastAsia"/>
          <w:b/>
          <w:kern w:val="0"/>
          <w:szCs w:val="21"/>
        </w:rPr>
        <w:t>強い順に記載してください。</w:t>
      </w:r>
    </w:p>
    <w:tbl>
      <w:tblPr>
        <w:tblW w:w="9520" w:type="dxa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60"/>
        <w:gridCol w:w="4368"/>
        <w:gridCol w:w="560"/>
        <w:gridCol w:w="4032"/>
      </w:tblGrid>
      <w:tr w:rsidR="00FD7E29" w:rsidRPr="000F1DF4" w14:paraId="7CF7B79D" w14:textId="77777777" w:rsidTr="007C62C3">
        <w:trPr>
          <w:trHeight w:hRule="exact" w:val="630"/>
        </w:trPr>
        <w:tc>
          <w:tcPr>
            <w:tcW w:w="492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</w:tcPr>
          <w:p w14:paraId="568AFC72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HG丸ｺﾞｼｯｸM-PRO" w:hint="eastAsia"/>
                <w:spacing w:val="7"/>
                <w:kern w:val="0"/>
                <w:sz w:val="26"/>
                <w:szCs w:val="26"/>
              </w:rPr>
              <w:t>男子</w:t>
            </w:r>
          </w:p>
        </w:tc>
        <w:tc>
          <w:tcPr>
            <w:tcW w:w="4592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2D0391A8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HG丸ｺﾞｼｯｸM-PRO" w:hint="eastAsia"/>
                <w:spacing w:val="7"/>
                <w:kern w:val="0"/>
                <w:sz w:val="26"/>
                <w:szCs w:val="26"/>
              </w:rPr>
              <w:t>女子</w:t>
            </w:r>
          </w:p>
        </w:tc>
      </w:tr>
      <w:tr w:rsidR="00FD7E29" w:rsidRPr="000F1DF4" w14:paraId="7B560F84" w14:textId="77777777" w:rsidTr="007C62C3">
        <w:trPr>
          <w:trHeight w:hRule="exact" w:val="630"/>
        </w:trPr>
        <w:tc>
          <w:tcPr>
            <w:tcW w:w="560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4BFD38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</w:t>
            </w:r>
          </w:p>
        </w:tc>
        <w:tc>
          <w:tcPr>
            <w:tcW w:w="4368" w:type="dxa"/>
            <w:tcBorders>
              <w:top w:val="doub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6C3E187F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doub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3EA119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</w:t>
            </w:r>
          </w:p>
        </w:tc>
        <w:tc>
          <w:tcPr>
            <w:tcW w:w="4032" w:type="dxa"/>
            <w:tcBorders>
              <w:top w:val="doub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EB6F15B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221F9FDC" w14:textId="77777777" w:rsidTr="007C62C3">
        <w:trPr>
          <w:trHeight w:hRule="exact" w:val="630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F9E24AE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２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0F1E613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144FF4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２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54C1072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45023E62" w14:textId="77777777" w:rsidTr="007C62C3">
        <w:trPr>
          <w:trHeight w:hRule="exact" w:val="630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2448879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３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A3463BA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E27AEA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３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9921A29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5E333A38" w14:textId="77777777" w:rsidTr="007C62C3">
        <w:trPr>
          <w:trHeight w:hRule="exact" w:val="630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22004E1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４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167E5F6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EDC704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４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1F8BB39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70A53120" w14:textId="77777777" w:rsidTr="007C62C3">
        <w:trPr>
          <w:trHeight w:hRule="exact" w:val="630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4D5F3E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５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94BB2C1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1558E0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５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5FF5D25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70629C1A" w14:textId="77777777" w:rsidTr="007C62C3">
        <w:trPr>
          <w:trHeight w:hRule="exact" w:val="630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C5A8CEB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６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8DCC341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3B4AB7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６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5AE0780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22FD24CE" w14:textId="77777777" w:rsidTr="007C62C3">
        <w:trPr>
          <w:trHeight w:hRule="exact" w:val="632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20B9326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７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118DC77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CE9BE6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７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E3F71CA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3669E20A" w14:textId="77777777" w:rsidTr="007C62C3">
        <w:trPr>
          <w:trHeight w:hRule="exact" w:val="634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479C52E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８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E8E6774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239CA4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８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93D0EB3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6611F4F9" w14:textId="77777777" w:rsidTr="007C62C3">
        <w:trPr>
          <w:trHeight w:hRule="exact" w:val="634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115A99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９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FCD6591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BE382D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９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D7E01A4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55BA384A" w14:textId="77777777" w:rsidTr="007C62C3">
        <w:trPr>
          <w:trHeight w:hRule="exact" w:val="634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9EFF329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１０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5504BA7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7324C0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１０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055C6D8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676429AF" w14:textId="77777777" w:rsidTr="007C62C3">
        <w:trPr>
          <w:trHeight w:hRule="exact" w:val="634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40E5755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１１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53939AA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65E3CE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１１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2E146C2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30657B37" w14:textId="77777777" w:rsidTr="007C62C3">
        <w:trPr>
          <w:trHeight w:hRule="exact" w:val="634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8A01B09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１２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139D06F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FDF397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１２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676A35A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4CE6E728" w14:textId="77777777" w:rsidTr="007C62C3">
        <w:trPr>
          <w:trHeight w:hRule="exact" w:val="634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34C210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１３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305B02C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446DBD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１３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832B8C2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08FB975D" w14:textId="77777777" w:rsidTr="007C62C3">
        <w:trPr>
          <w:trHeight w:hRule="exact" w:val="634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3ECCF6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１４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149D4A1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F0778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１４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67E5E7D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D7E29" w:rsidRPr="000F1DF4" w14:paraId="1A141F12" w14:textId="77777777" w:rsidTr="007C62C3">
        <w:trPr>
          <w:trHeight w:hRule="exact" w:val="634"/>
        </w:trPr>
        <w:tc>
          <w:tcPr>
            <w:tcW w:w="560" w:type="dxa"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14:paraId="36EA75DF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１５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12" w:space="0" w:color="auto"/>
              <w:right w:val="double" w:sz="4" w:space="0" w:color="000000"/>
            </w:tcBorders>
          </w:tcPr>
          <w:p w14:paraId="5BB8B07F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</w:tcPr>
          <w:p w14:paraId="5757D2B9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 w:rsidRPr="000F1DF4">
              <w:rPr>
                <w:rFonts w:ascii="ＭＳ ゴシック" w:eastAsia="ＭＳ ゴシック" w:hAnsi="ＭＳ ゴシック" w:cs="ＭＳ 明朝" w:hint="eastAsia"/>
                <w:spacing w:val="6"/>
                <w:kern w:val="0"/>
                <w:szCs w:val="21"/>
              </w:rPr>
              <w:t>１５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F3BF433" w14:textId="77777777" w:rsidR="00FD7E29" w:rsidRPr="000F1DF4" w:rsidRDefault="00FD7E29" w:rsidP="00D25F48">
            <w:pPr>
              <w:wordWrap w:val="0"/>
              <w:autoSpaceDE w:val="0"/>
              <w:autoSpaceDN w:val="0"/>
              <w:adjustRightInd w:val="0"/>
              <w:spacing w:before="212" w:line="323" w:lineRule="exact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10F8C784" w14:textId="77777777" w:rsidR="00B82C89" w:rsidRDefault="00B82C89" w:rsidP="008E30C0">
      <w:pPr>
        <w:pStyle w:val="a3"/>
        <w:ind w:firstLineChars="100" w:firstLine="240"/>
        <w:rPr>
          <w:rFonts w:ascii="ＭＳ ゴシック" w:eastAsia="ＭＳ ゴシック" w:hAnsi="ＭＳ ゴシック"/>
          <w:spacing w:val="0"/>
          <w:sz w:val="24"/>
          <w:u w:val="single"/>
        </w:rPr>
      </w:pPr>
    </w:p>
    <w:p w14:paraId="330ABB7E" w14:textId="6F9EDFC2" w:rsidR="003C7AEA" w:rsidRPr="00545214" w:rsidRDefault="002511C8" w:rsidP="008E30C0">
      <w:pPr>
        <w:pStyle w:val="a3"/>
        <w:ind w:firstLineChars="100" w:firstLine="240"/>
        <w:rPr>
          <w:rFonts w:ascii="ＭＳ ゴシック" w:eastAsia="ＭＳ ゴシック" w:hAnsi="ＭＳ ゴシック"/>
          <w:spacing w:val="0"/>
          <w:sz w:val="24"/>
          <w:u w:val="single"/>
        </w:rPr>
      </w:pPr>
      <w:r>
        <w:rPr>
          <w:rFonts w:ascii="ＭＳ ゴシック" w:eastAsia="ＭＳ ゴシック" w:hAnsi="ＭＳ ゴシック" w:hint="eastAsia"/>
          <w:spacing w:val="0"/>
          <w:sz w:val="24"/>
          <w:u w:val="single"/>
        </w:rPr>
        <w:t>参加費（</w:t>
      </w:r>
      <w:r w:rsidR="00E10AF1">
        <w:rPr>
          <w:rFonts w:ascii="ＭＳ ゴシック" w:eastAsia="ＭＳ ゴシック" w:hAnsi="ＭＳ ゴシック" w:hint="eastAsia"/>
          <w:spacing w:val="0"/>
          <w:sz w:val="24"/>
          <w:u w:val="single"/>
        </w:rPr>
        <w:t>８</w:t>
      </w:r>
      <w:r w:rsidR="00545214" w:rsidRPr="00545214">
        <w:rPr>
          <w:rFonts w:ascii="ＭＳ ゴシック" w:eastAsia="ＭＳ ゴシック" w:hAnsi="ＭＳ ゴシック" w:hint="eastAsia"/>
          <w:spacing w:val="0"/>
          <w:sz w:val="24"/>
          <w:u w:val="single"/>
        </w:rPr>
        <w:t>００円）×参加人数（　　　　人）＝　　　　　　　　　　　円</w:t>
      </w:r>
    </w:p>
    <w:sectPr w:rsidR="003C7AEA" w:rsidRPr="00545214" w:rsidSect="003C7AEA">
      <w:pgSz w:w="11906" w:h="16838"/>
      <w:pgMar w:top="1418" w:right="1247" w:bottom="567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08F3B" w14:textId="77777777" w:rsidR="00A02152" w:rsidRDefault="00A02152" w:rsidP="00A03C93">
      <w:r>
        <w:separator/>
      </w:r>
    </w:p>
  </w:endnote>
  <w:endnote w:type="continuationSeparator" w:id="0">
    <w:p w14:paraId="77C35C90" w14:textId="77777777" w:rsidR="00A02152" w:rsidRDefault="00A02152" w:rsidP="00A0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D9E74" w14:textId="77777777" w:rsidR="00A02152" w:rsidRDefault="00A02152" w:rsidP="00A03C93">
      <w:r>
        <w:separator/>
      </w:r>
    </w:p>
  </w:footnote>
  <w:footnote w:type="continuationSeparator" w:id="0">
    <w:p w14:paraId="22315DC7" w14:textId="77777777" w:rsidR="00A02152" w:rsidRDefault="00A02152" w:rsidP="00A03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D5F"/>
    <w:rsid w:val="00020795"/>
    <w:rsid w:val="00023EC4"/>
    <w:rsid w:val="00046601"/>
    <w:rsid w:val="000F0E93"/>
    <w:rsid w:val="000F1DF4"/>
    <w:rsid w:val="0013055A"/>
    <w:rsid w:val="00203C6B"/>
    <w:rsid w:val="002511C8"/>
    <w:rsid w:val="00291EDA"/>
    <w:rsid w:val="002B469F"/>
    <w:rsid w:val="002F149D"/>
    <w:rsid w:val="00393234"/>
    <w:rsid w:val="003A1D0C"/>
    <w:rsid w:val="003B14E9"/>
    <w:rsid w:val="003C7AEA"/>
    <w:rsid w:val="00412F6A"/>
    <w:rsid w:val="004207F2"/>
    <w:rsid w:val="00452475"/>
    <w:rsid w:val="00496D28"/>
    <w:rsid w:val="004A3C4B"/>
    <w:rsid w:val="004B0AFB"/>
    <w:rsid w:val="004B14F4"/>
    <w:rsid w:val="00534965"/>
    <w:rsid w:val="00545214"/>
    <w:rsid w:val="0055681F"/>
    <w:rsid w:val="006013D7"/>
    <w:rsid w:val="006421D0"/>
    <w:rsid w:val="00677356"/>
    <w:rsid w:val="006C7A8D"/>
    <w:rsid w:val="006F4BD6"/>
    <w:rsid w:val="00707420"/>
    <w:rsid w:val="0073357A"/>
    <w:rsid w:val="00757FEB"/>
    <w:rsid w:val="007963DD"/>
    <w:rsid w:val="007C4C7C"/>
    <w:rsid w:val="007C62C3"/>
    <w:rsid w:val="007F164B"/>
    <w:rsid w:val="007F523B"/>
    <w:rsid w:val="00851320"/>
    <w:rsid w:val="008909CA"/>
    <w:rsid w:val="0089709C"/>
    <w:rsid w:val="008C361D"/>
    <w:rsid w:val="008E30C0"/>
    <w:rsid w:val="008F41E9"/>
    <w:rsid w:val="00901B35"/>
    <w:rsid w:val="00974491"/>
    <w:rsid w:val="00991221"/>
    <w:rsid w:val="009A66C5"/>
    <w:rsid w:val="009B347C"/>
    <w:rsid w:val="009F6F7D"/>
    <w:rsid w:val="00A02152"/>
    <w:rsid w:val="00A03C93"/>
    <w:rsid w:val="00A0524E"/>
    <w:rsid w:val="00A15ADB"/>
    <w:rsid w:val="00A1743D"/>
    <w:rsid w:val="00AA106B"/>
    <w:rsid w:val="00AC0A10"/>
    <w:rsid w:val="00AC4392"/>
    <w:rsid w:val="00B64789"/>
    <w:rsid w:val="00B71D5F"/>
    <w:rsid w:val="00B76732"/>
    <w:rsid w:val="00B80A55"/>
    <w:rsid w:val="00B82C89"/>
    <w:rsid w:val="00B86020"/>
    <w:rsid w:val="00B927F9"/>
    <w:rsid w:val="00BA37ED"/>
    <w:rsid w:val="00BB315C"/>
    <w:rsid w:val="00BC4F3A"/>
    <w:rsid w:val="00BC5F77"/>
    <w:rsid w:val="00BD7AFE"/>
    <w:rsid w:val="00C44032"/>
    <w:rsid w:val="00C73E0D"/>
    <w:rsid w:val="00D0159C"/>
    <w:rsid w:val="00D25F48"/>
    <w:rsid w:val="00D7793B"/>
    <w:rsid w:val="00D93B05"/>
    <w:rsid w:val="00DA7D9E"/>
    <w:rsid w:val="00DF0D3B"/>
    <w:rsid w:val="00DF6B6B"/>
    <w:rsid w:val="00E10AF1"/>
    <w:rsid w:val="00E90465"/>
    <w:rsid w:val="00E96F9E"/>
    <w:rsid w:val="00EA43F1"/>
    <w:rsid w:val="00EC23C9"/>
    <w:rsid w:val="00F66918"/>
    <w:rsid w:val="00FD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00F37"/>
  <w15:docId w15:val="{0444BEBE-8867-4105-AB88-78BA3B49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7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76732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A03C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3C93"/>
  </w:style>
  <w:style w:type="paragraph" w:styleId="a6">
    <w:name w:val="footer"/>
    <w:basedOn w:val="a"/>
    <w:link w:val="a7"/>
    <w:uiPriority w:val="99"/>
    <w:unhideWhenUsed/>
    <w:rsid w:val="00A03C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3C93"/>
  </w:style>
  <w:style w:type="paragraph" w:styleId="a8">
    <w:name w:val="Balloon Text"/>
    <w:basedOn w:val="a"/>
    <w:link w:val="a9"/>
    <w:uiPriority w:val="99"/>
    <w:semiHidden/>
    <w:unhideWhenUsed/>
    <w:rsid w:val="00B92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27F9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E96F9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7F164B"/>
    <w:pPr>
      <w:jc w:val="center"/>
    </w:pPr>
    <w:rPr>
      <w:rFonts w:ascii="ＭＳ ゴシック" w:eastAsia="ＭＳ ゴシック" w:hAnsi="ＭＳ ゴシック" w:cs="ＭＳ 明朝"/>
      <w:spacing w:val="7"/>
      <w:kern w:val="0"/>
      <w:sz w:val="26"/>
      <w:szCs w:val="26"/>
    </w:rPr>
  </w:style>
  <w:style w:type="character" w:customStyle="1" w:styleId="ac">
    <w:name w:val="記 (文字)"/>
    <w:basedOn w:val="a0"/>
    <w:link w:val="ab"/>
    <w:uiPriority w:val="99"/>
    <w:rsid w:val="007F164B"/>
    <w:rPr>
      <w:rFonts w:ascii="ＭＳ ゴシック" w:eastAsia="ＭＳ ゴシック" w:hAnsi="ＭＳ ゴシック" w:cs="ＭＳ 明朝"/>
      <w:spacing w:val="7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7F164B"/>
    <w:pPr>
      <w:jc w:val="right"/>
    </w:pPr>
    <w:rPr>
      <w:rFonts w:ascii="ＭＳ ゴシック" w:eastAsia="ＭＳ ゴシック" w:hAnsi="ＭＳ ゴシック" w:cs="ＭＳ 明朝"/>
      <w:spacing w:val="7"/>
      <w:kern w:val="0"/>
      <w:sz w:val="26"/>
      <w:szCs w:val="26"/>
    </w:rPr>
  </w:style>
  <w:style w:type="character" w:customStyle="1" w:styleId="ae">
    <w:name w:val="結語 (文字)"/>
    <w:basedOn w:val="a0"/>
    <w:link w:val="ad"/>
    <w:uiPriority w:val="99"/>
    <w:rsid w:val="007F164B"/>
    <w:rPr>
      <w:rFonts w:ascii="ＭＳ ゴシック" w:eastAsia="ＭＳ ゴシック" w:hAnsi="ＭＳ ゴシック" w:cs="ＭＳ 明朝"/>
      <w:spacing w:val="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1331;&#29699;&#21332;&#20250;\H26&#12288;&#21331;&#29699;&#21332;&#20250;&#25991;&#2636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1CDE1-2F6A-4C6B-BA8D-134CA66E8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61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16</cp:revision>
  <cp:lastPrinted>2019-01-10T01:38:00Z</cp:lastPrinted>
  <dcterms:created xsi:type="dcterms:W3CDTF">2021-01-17T08:27:00Z</dcterms:created>
  <dcterms:modified xsi:type="dcterms:W3CDTF">2026-01-11T11:06:00Z</dcterms:modified>
</cp:coreProperties>
</file>